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2958AF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2958A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0.75pt;margin-top:30pt;width:122.25pt;height:154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D66331" w:rsidRPr="001E4547" w:rsidRDefault="00F54948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Verdana" w:hAnsi="Verdana"/>
                      <w:noProof/>
                      <w:color w:val="136CB2"/>
                      <w:sz w:val="26"/>
                      <w:szCs w:val="26"/>
                    </w:rPr>
                    <w:drawing>
                      <wp:inline distT="0" distB="0" distL="0" distR="0">
                        <wp:extent cx="1331595" cy="1955780"/>
                        <wp:effectExtent l="19050" t="0" r="1905" b="0"/>
                        <wp:docPr id="1" name="Picture 1" descr="Bernard Hill Picture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ernard Hill Picture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1595" cy="1955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958AF">
        <w:rPr>
          <w:noProof/>
        </w:rPr>
        <w:pict>
          <v:shape id="_x0000_s1029" type="#_x0000_t202" style="position:absolute;margin-left:171.75pt;margin-top:66pt;width:339.75pt;height:24.75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745DCD" w:rsidRPr="001E4547" w:rsidRDefault="00745DCD" w:rsidP="00F54948">
                  <w:pPr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Name:</w:t>
                  </w:r>
                  <w:r w:rsidR="00F54948"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Egeus</w:t>
                  </w:r>
                </w:p>
              </w:txbxContent>
            </v:textbox>
          </v:shape>
        </w:pict>
      </w:r>
      <w:r w:rsidRPr="002958AF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Pr="002958AF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Pr="002958AF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attachedTemplate r:id="rId1"/>
  <w:defaultTabStop w:val="720"/>
  <w:characterSpacingControl w:val="doNotCompress"/>
  <w:compat/>
  <w:rsids>
    <w:rsidRoot w:val="00F54948"/>
    <w:rsid w:val="002958AF"/>
    <w:rsid w:val="003E3328"/>
    <w:rsid w:val="00550109"/>
    <w:rsid w:val="005B0ED3"/>
    <w:rsid w:val="00745DCD"/>
    <w:rsid w:val="00D66331"/>
    <w:rsid w:val="00F5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imdb.com/media/rm1708431360/nm038406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0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2011-01-26T16:06:00Z</dcterms:created>
  <dcterms:modified xsi:type="dcterms:W3CDTF">2011-01-26T16:06:00Z</dcterms:modified>
</cp:coreProperties>
</file>